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D15" w:rsidRPr="00A43268" w:rsidRDefault="002A074C" w:rsidP="00DC1A7D">
      <w:pPr>
        <w:pStyle w:val="IQBTHAufgabentitel"/>
      </w:pPr>
      <w:r>
        <w:t>Albertville</w:t>
      </w:r>
    </w:p>
    <w:p w:rsidR="000A2DD0" w:rsidRPr="002A074C" w:rsidRDefault="002A074C" w:rsidP="002A074C">
      <w:pPr>
        <w:pStyle w:val="IQBTHStimulus"/>
      </w:pPr>
      <w:r w:rsidRPr="002A074C">
        <w:rPr>
          <w:b/>
          <w:noProof/>
        </w:rPr>
        <w:drawing>
          <wp:inline distT="0" distB="0" distL="0" distR="0" wp14:anchorId="12A8D2A4" wp14:editId="71A5AA14">
            <wp:extent cx="6120000" cy="1056148"/>
            <wp:effectExtent l="19050" t="0" r="9525" b="0"/>
            <wp:docPr id="9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1056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302" w:rsidRDefault="00391A93" w:rsidP="00433302">
      <w:pPr>
        <w:pStyle w:val="IQB-Teilaufgabentitel"/>
      </w:pPr>
      <w:r>
        <w:t>1</w:t>
      </w:r>
      <w:r w:rsidR="00433302">
        <w:t>.1</w:t>
      </w:r>
    </w:p>
    <w:p w:rsidR="00433302" w:rsidRDefault="00433302" w:rsidP="00433302">
      <w:pPr>
        <w:pStyle w:val="IQB-Teilaufgabengrafik"/>
      </w:pPr>
      <w:r>
        <w:rPr>
          <w:noProof/>
        </w:rPr>
        <w:drawing>
          <wp:inline distT="0" distB="0" distL="0" distR="0" wp14:anchorId="3F84E288" wp14:editId="67F35AF0">
            <wp:extent cx="5832000" cy="244174"/>
            <wp:effectExtent l="19050" t="0" r="9525" b="0"/>
            <wp:docPr id="92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44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302" w:rsidRDefault="00391A93" w:rsidP="00433302">
      <w:pPr>
        <w:pStyle w:val="IQB-Teilaufgabentitel"/>
      </w:pPr>
      <w:r>
        <w:t>1</w:t>
      </w:r>
      <w:r w:rsidR="00433302">
        <w:t>.2</w:t>
      </w:r>
    </w:p>
    <w:p w:rsidR="00433302" w:rsidRDefault="00433302" w:rsidP="00433302">
      <w:pPr>
        <w:pStyle w:val="IQB-Teilaufgabengrafik"/>
      </w:pPr>
      <w:r>
        <w:rPr>
          <w:noProof/>
        </w:rPr>
        <w:drawing>
          <wp:inline distT="0" distB="0" distL="0" distR="0" wp14:anchorId="7DF499BA" wp14:editId="2BBA6E08">
            <wp:extent cx="5832000" cy="244174"/>
            <wp:effectExtent l="19050" t="0" r="9525" b="0"/>
            <wp:docPr id="93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44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302" w:rsidRDefault="00391A93" w:rsidP="00433302">
      <w:pPr>
        <w:pStyle w:val="IQB-Teilaufgabentitel"/>
      </w:pPr>
      <w:r>
        <w:t>1</w:t>
      </w:r>
      <w:r w:rsidR="00433302">
        <w:t>.3</w:t>
      </w:r>
    </w:p>
    <w:p w:rsidR="00433302" w:rsidRDefault="00433302" w:rsidP="00433302">
      <w:pPr>
        <w:pStyle w:val="IQB-Teilaufgabengrafik"/>
      </w:pPr>
      <w:r>
        <w:rPr>
          <w:noProof/>
        </w:rPr>
        <w:drawing>
          <wp:inline distT="0" distB="0" distL="0" distR="0" wp14:anchorId="2A1BED51" wp14:editId="0C6C100D">
            <wp:extent cx="5832000" cy="244174"/>
            <wp:effectExtent l="19050" t="0" r="9525" b="0"/>
            <wp:docPr id="94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44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302" w:rsidRDefault="00391A93" w:rsidP="00433302">
      <w:pPr>
        <w:pStyle w:val="IQB-Teilaufgabentitel"/>
      </w:pPr>
      <w:r>
        <w:t>1</w:t>
      </w:r>
      <w:r w:rsidR="00433302">
        <w:t>.4</w:t>
      </w:r>
    </w:p>
    <w:p w:rsidR="00433302" w:rsidRDefault="00433302" w:rsidP="00433302">
      <w:pPr>
        <w:pStyle w:val="IQB-Teilaufgabengrafik"/>
      </w:pPr>
      <w:r>
        <w:rPr>
          <w:noProof/>
        </w:rPr>
        <w:drawing>
          <wp:inline distT="0" distB="0" distL="0" distR="0" wp14:anchorId="28B06B1C" wp14:editId="1309E758">
            <wp:extent cx="5832000" cy="535304"/>
            <wp:effectExtent l="19050" t="0" r="9525" b="0"/>
            <wp:docPr id="95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35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302" w:rsidRDefault="00391A93" w:rsidP="00433302">
      <w:pPr>
        <w:pStyle w:val="IQB-Teilaufgabentitel"/>
      </w:pPr>
      <w:r>
        <w:t>1</w:t>
      </w:r>
      <w:bookmarkStart w:id="0" w:name="_GoBack"/>
      <w:bookmarkEnd w:id="0"/>
      <w:r w:rsidR="00433302">
        <w:t>.5</w:t>
      </w:r>
    </w:p>
    <w:p w:rsidR="00EA138D" w:rsidRDefault="00433302" w:rsidP="000A2DD0">
      <w:r>
        <w:rPr>
          <w:noProof/>
        </w:rPr>
        <w:drawing>
          <wp:inline distT="0" distB="0" distL="0" distR="0" wp14:anchorId="0E122812" wp14:editId="6997EC5D">
            <wp:extent cx="5832000" cy="1581078"/>
            <wp:effectExtent l="19050" t="0" r="9525" b="0"/>
            <wp:docPr id="96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581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138D" w:rsidSect="00FD413E">
      <w:footerReference w:type="default" r:id="rId12"/>
      <w:headerReference w:type="first" r:id="rId13"/>
      <w:footerReference w:type="first" r:id="rId14"/>
      <w:pgSz w:w="11906" w:h="16838"/>
      <w:pgMar w:top="1110" w:right="991" w:bottom="1134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135" w:rsidRDefault="00BD2135" w:rsidP="004614D5">
      <w:r>
        <w:separator/>
      </w:r>
    </w:p>
  </w:endnote>
  <w:endnote w:type="continuationSeparator" w:id="0">
    <w:p w:rsidR="00BD2135" w:rsidRDefault="00BD2135" w:rsidP="0046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38D" w:rsidRDefault="00EA138D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433302">
      <w:rPr>
        <w:noProof/>
      </w:rPr>
      <w:t>2</w:t>
    </w:r>
    <w:r>
      <w:fldChar w:fldCharType="end"/>
    </w:r>
  </w:p>
  <w:p w:rsidR="00FD413E" w:rsidRDefault="00FD413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38D" w:rsidRDefault="00EA138D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433302">
      <w:rPr>
        <w:noProof/>
      </w:rPr>
      <w:t>1</w:t>
    </w:r>
    <w:r>
      <w:fldChar w:fldCharType="end"/>
    </w:r>
  </w:p>
  <w:p w:rsidR="00FD413E" w:rsidRDefault="00FD41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135" w:rsidRDefault="00BD2135" w:rsidP="004614D5">
      <w:r>
        <w:separator/>
      </w:r>
    </w:p>
  </w:footnote>
  <w:footnote w:type="continuationSeparator" w:id="0">
    <w:p w:rsidR="00BD2135" w:rsidRDefault="00BD2135" w:rsidP="00461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9BE" w:rsidRDefault="000A2DD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721360</wp:posOffset>
          </wp:positionH>
          <wp:positionV relativeFrom="page">
            <wp:posOffset>253365</wp:posOffset>
          </wp:positionV>
          <wp:extent cx="4105275" cy="269875"/>
          <wp:effectExtent l="0" t="0" r="9525" b="0"/>
          <wp:wrapTopAndBottom/>
          <wp:docPr id="1" name="Grafik 2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2DD0"/>
    <w:rsid w:val="000A2DD0"/>
    <w:rsid w:val="001D7D01"/>
    <w:rsid w:val="00294A0B"/>
    <w:rsid w:val="002A074C"/>
    <w:rsid w:val="00391A93"/>
    <w:rsid w:val="00433302"/>
    <w:rsid w:val="004614D5"/>
    <w:rsid w:val="004643B4"/>
    <w:rsid w:val="007027DF"/>
    <w:rsid w:val="00836764"/>
    <w:rsid w:val="00867D15"/>
    <w:rsid w:val="00BD2135"/>
    <w:rsid w:val="00BE0B02"/>
    <w:rsid w:val="00C04B1C"/>
    <w:rsid w:val="00CA68EA"/>
    <w:rsid w:val="00CD35FD"/>
    <w:rsid w:val="00D073E8"/>
    <w:rsid w:val="00D469BE"/>
    <w:rsid w:val="00DC1A7D"/>
    <w:rsid w:val="00E8353E"/>
    <w:rsid w:val="00EA138D"/>
    <w:rsid w:val="00F91209"/>
    <w:rsid w:val="00FD413E"/>
    <w:rsid w:val="00FE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619F5"/>
  <w15:docId w15:val="{564962DE-B80C-4982-989E-33B5D3A4B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67D15"/>
    <w:rPr>
      <w:rFonts w:ascii="Times New Roman" w:eastAsia="Times New Roman" w:hAnsi="Times New Roman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614D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614D5"/>
  </w:style>
  <w:style w:type="paragraph" w:styleId="Fuzeile">
    <w:name w:val="footer"/>
    <w:basedOn w:val="Standard"/>
    <w:link w:val="Fu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614D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14D5"/>
    <w:rPr>
      <w:rFonts w:ascii="Tahoma" w:eastAsia="Calibr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4614D5"/>
    <w:rPr>
      <w:rFonts w:ascii="Tahoma" w:hAnsi="Tahoma" w:cs="Tahoma"/>
      <w:sz w:val="16"/>
      <w:szCs w:val="16"/>
    </w:rPr>
  </w:style>
  <w:style w:type="paragraph" w:customStyle="1" w:styleId="IQBTHAufgabentitel">
    <w:name w:val="IQB TH Aufgabentitel"/>
    <w:basedOn w:val="berschrift3"/>
    <w:rsid w:val="004614D5"/>
    <w:pPr>
      <w:keepLines w:val="0"/>
      <w:pBdr>
        <w:top w:val="single" w:sz="4" w:space="6" w:color="auto"/>
        <w:bottom w:val="single" w:sz="4" w:space="6" w:color="auto"/>
      </w:pBdr>
      <w:spacing w:before="480" w:after="120" w:line="240" w:lineRule="auto"/>
      <w:jc w:val="center"/>
    </w:pPr>
    <w:rPr>
      <w:rFonts w:ascii="Arial" w:hAnsi="Arial" w:cs="Arial"/>
      <w:b w:val="0"/>
      <w:color w:val="auto"/>
      <w:sz w:val="36"/>
      <w:szCs w:val="36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4614D5"/>
    <w:rPr>
      <w:rFonts w:ascii="Cambria" w:eastAsia="Times New Roman" w:hAnsi="Cambria" w:cs="Times New Roman"/>
      <w:b/>
      <w:bCs/>
      <w:color w:val="4F81BD"/>
    </w:rPr>
  </w:style>
  <w:style w:type="paragraph" w:customStyle="1" w:styleId="IQBTHTeilaufgabe">
    <w:name w:val="IQB TH Teilaufgabe"/>
    <w:basedOn w:val="Standard"/>
    <w:rsid w:val="000A2DD0"/>
    <w:pPr>
      <w:spacing w:after="240"/>
    </w:pPr>
    <w:rPr>
      <w:rFonts w:ascii="Arial" w:hAnsi="Arial"/>
    </w:rPr>
  </w:style>
  <w:style w:type="paragraph" w:customStyle="1" w:styleId="IQBTHStimulus">
    <w:name w:val="IQB TH Stimulus"/>
    <w:basedOn w:val="Standard"/>
    <w:rsid w:val="000A2DD0"/>
    <w:pPr>
      <w:keepNext/>
      <w:widowControl w:val="0"/>
      <w:spacing w:before="120" w:after="120"/>
    </w:pPr>
    <w:rPr>
      <w:rFonts w:ascii="Arial" w:hAnsi="Arial"/>
    </w:rPr>
  </w:style>
  <w:style w:type="paragraph" w:customStyle="1" w:styleId="IQB-Teilaufgabentitel">
    <w:name w:val="IQB-Teilaufgabentitel"/>
    <w:basedOn w:val="Standard"/>
    <w:link w:val="IQB-TeilaufgabentitelZchn"/>
    <w:rsid w:val="00433302"/>
    <w:pPr>
      <w:keepNext/>
      <w:spacing w:before="120" w:after="120"/>
    </w:pPr>
    <w:rPr>
      <w:rFonts w:ascii="Arial" w:hAnsi="Arial"/>
      <w:b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433302"/>
    <w:rPr>
      <w:rFonts w:ascii="Arial" w:eastAsia="Times New Roman" w:hAnsi="Arial"/>
      <w:b/>
      <w:sz w:val="24"/>
      <w:szCs w:val="24"/>
    </w:rPr>
  </w:style>
  <w:style w:type="paragraph" w:customStyle="1" w:styleId="IQB-Teilaufgabengrafik">
    <w:name w:val="IQB-Teilaufgabengrafik"/>
    <w:basedOn w:val="Standard"/>
    <w:link w:val="IQB-TeilaufgabengrafikZchn"/>
    <w:qFormat/>
    <w:rsid w:val="00433302"/>
    <w:pPr>
      <w:widowControl w:val="0"/>
      <w:spacing w:before="60" w:after="60"/>
    </w:pPr>
    <w:rPr>
      <w:rFonts w:ascii="Arial" w:hAnsi="Arial"/>
    </w:rPr>
  </w:style>
  <w:style w:type="character" w:customStyle="1" w:styleId="IQB-TeilaufgabengrafikZchn">
    <w:name w:val="IQB-Teilaufgabengrafik Zchn"/>
    <w:basedOn w:val="Absatz-Standardschriftart"/>
    <w:link w:val="IQB-Teilaufgabengrafik"/>
    <w:rsid w:val="00433302"/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fgab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Vorlage_Aufgabe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IQB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Frederike Rose</dc:creator>
  <cp:lastModifiedBy>Lisa Koch</cp:lastModifiedBy>
  <cp:revision>3</cp:revision>
  <dcterms:created xsi:type="dcterms:W3CDTF">2015-12-11T11:27:00Z</dcterms:created>
  <dcterms:modified xsi:type="dcterms:W3CDTF">2020-11-09T10:28:00Z</dcterms:modified>
</cp:coreProperties>
</file>